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F99" w:rsidRPr="000272DC" w:rsidRDefault="00A61F99" w:rsidP="00A61F99">
      <w:pPr>
        <w:spacing w:after="0"/>
        <w:rPr>
          <w:rFonts w:ascii="Arial" w:hAnsi="Arial" w:cs="Arial"/>
          <w:b/>
          <w:iCs/>
        </w:rPr>
      </w:pPr>
      <w:r w:rsidRPr="000272DC">
        <w:rPr>
          <w:rFonts w:ascii="Arial" w:hAnsi="Arial" w:cs="Arial"/>
          <w:b/>
          <w:iCs/>
        </w:rPr>
        <w:t xml:space="preserve">Załącznik nr 6 do Regulaminu </w:t>
      </w:r>
    </w:p>
    <w:p w:rsidR="00A61F99" w:rsidRPr="000272DC" w:rsidRDefault="00A61F99" w:rsidP="00A61F99">
      <w:pPr>
        <w:spacing w:after="0"/>
        <w:rPr>
          <w:rFonts w:ascii="Arial" w:hAnsi="Arial" w:cs="Arial"/>
          <w:b/>
          <w:iCs/>
        </w:rPr>
      </w:pPr>
      <w:r w:rsidRPr="000272DC">
        <w:rPr>
          <w:rFonts w:ascii="Arial" w:hAnsi="Arial" w:cs="Arial"/>
          <w:b/>
          <w:iCs/>
        </w:rPr>
        <w:t>Deklaracja uczestnika pośredniego</w:t>
      </w:r>
    </w:p>
    <w:p w:rsidR="00A61F99" w:rsidRPr="000272DC" w:rsidRDefault="00A61F99" w:rsidP="00A61F99">
      <w:pPr>
        <w:spacing w:after="0"/>
        <w:rPr>
          <w:rFonts w:ascii="Arial" w:hAnsi="Arial" w:cs="Arial"/>
          <w:b/>
          <w:iCs/>
        </w:rPr>
      </w:pP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dotycząca udział w działaniach integracyjnych</w:t>
      </w:r>
      <w:r w:rsidR="00C95EF2">
        <w:rPr>
          <w:rFonts w:ascii="Arial" w:hAnsi="Arial" w:cs="Arial"/>
          <w:iCs/>
        </w:rPr>
        <w:t>*</w:t>
      </w:r>
      <w:r w:rsidRPr="000272DC">
        <w:rPr>
          <w:rFonts w:ascii="Arial" w:hAnsi="Arial" w:cs="Arial"/>
          <w:iCs/>
        </w:rPr>
        <w:t xml:space="preserve"> w ramach projektu </w:t>
      </w:r>
      <w:r w:rsidR="00003860" w:rsidRPr="000272DC">
        <w:rPr>
          <w:rFonts w:ascii="Arial" w:hAnsi="Arial" w:cs="Arial"/>
          <w:kern w:val="2"/>
        </w:rPr>
        <w:t xml:space="preserve">pn. </w:t>
      </w:r>
      <w:r w:rsidR="00003860" w:rsidRPr="000272DC">
        <w:rPr>
          <w:rFonts w:ascii="Arial" w:hAnsi="Arial" w:cs="Arial"/>
          <w:color w:val="000000"/>
        </w:rPr>
        <w:t>„</w:t>
      </w:r>
      <w:r w:rsidR="00003860" w:rsidRPr="000272DC">
        <w:rPr>
          <w:rFonts w:ascii="Arial" w:hAnsi="Arial" w:cs="Arial"/>
        </w:rPr>
        <w:t>Sieć wsparcia migrantów w powiecie malborskim</w:t>
      </w:r>
      <w:r w:rsidR="00003860" w:rsidRPr="000272DC">
        <w:rPr>
          <w:rStyle w:val="mat-tooltip-trigger"/>
          <w:rFonts w:ascii="Arial" w:hAnsi="Arial" w:cs="Arial"/>
        </w:rPr>
        <w:t>“</w:t>
      </w:r>
      <w:r w:rsidR="00003860" w:rsidRPr="000272DC">
        <w:rPr>
          <w:rFonts w:ascii="Arial" w:hAnsi="Arial" w:cs="Arial"/>
          <w:kern w:val="2"/>
        </w:rPr>
        <w:t xml:space="preserve"> </w:t>
      </w:r>
      <w:r w:rsidR="00003860" w:rsidRPr="000272DC">
        <w:rPr>
          <w:rFonts w:ascii="Arial" w:hAnsi="Arial" w:cs="Arial"/>
        </w:rPr>
        <w:t>w ramach programu Fundusze Europejskie dla Pomorza 2021-2027 (FEP 2021-2027) współfinansowanego ze środków</w:t>
      </w:r>
      <w:r w:rsidR="000272DC">
        <w:rPr>
          <w:rFonts w:ascii="Arial" w:hAnsi="Arial" w:cs="Arial"/>
        </w:rPr>
        <w:t xml:space="preserve"> </w:t>
      </w:r>
      <w:r w:rsidR="00003860" w:rsidRPr="000272DC">
        <w:rPr>
          <w:rFonts w:ascii="Arial" w:hAnsi="Arial" w:cs="Arial"/>
        </w:rPr>
        <w:t>Europejskiego Funduszu Społecznego Plus (EFS+), w ramach Działania 5.16</w:t>
      </w:r>
      <w:r w:rsidR="00C95EF2">
        <w:rPr>
          <w:rFonts w:ascii="Arial" w:hAnsi="Arial" w:cs="Arial"/>
        </w:rPr>
        <w:t xml:space="preserve"> </w:t>
      </w:r>
      <w:r w:rsidR="00003860" w:rsidRPr="000272DC">
        <w:rPr>
          <w:rFonts w:ascii="Arial" w:hAnsi="Arial" w:cs="Arial"/>
        </w:rPr>
        <w:t>Integracja migrantów – ZIT poza terenem obszaru metropolitalnego</w:t>
      </w:r>
      <w:r w:rsidR="00003860" w:rsidRPr="000272DC">
        <w:rPr>
          <w:rFonts w:ascii="Arial" w:hAnsi="Arial" w:cs="Arial"/>
          <w:iCs/>
        </w:rPr>
        <w:t xml:space="preserve"> 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Ja, niżej podpisany/a: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Segoe UI Symbol" w:eastAsia="MS Gothic" w:hAnsi="Segoe UI Symbol" w:cs="Segoe UI Symbol"/>
          <w:iCs/>
        </w:rPr>
        <w:t>☐</w:t>
      </w:r>
      <w:r w:rsidRPr="000272DC">
        <w:rPr>
          <w:rFonts w:ascii="Arial" w:hAnsi="Arial" w:cs="Arial"/>
          <w:iCs/>
        </w:rPr>
        <w:t xml:space="preserve"> uczeń 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…………………………………………………………………………</w:t>
      </w:r>
    </w:p>
    <w:p w:rsidR="00003860" w:rsidRPr="000272DC" w:rsidRDefault="00003860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…………………………………………………………………………</w:t>
      </w:r>
    </w:p>
    <w:p w:rsidR="00003860" w:rsidRPr="000272DC" w:rsidRDefault="00003860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…………………………………………………………………………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(imię i nazwisko ucznia, klasa, szkoła</w:t>
      </w:r>
      <w:r w:rsidR="00003860" w:rsidRPr="000272DC">
        <w:rPr>
          <w:rFonts w:ascii="Arial" w:hAnsi="Arial" w:cs="Arial"/>
          <w:iCs/>
        </w:rPr>
        <w:t>/placówka</w:t>
      </w:r>
      <w:r w:rsidRPr="000272DC">
        <w:rPr>
          <w:rFonts w:ascii="Arial" w:hAnsi="Arial" w:cs="Arial"/>
          <w:iCs/>
        </w:rPr>
        <w:t>)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PESEL: …………………………………………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Segoe UI Symbol" w:eastAsia="MS Gothic" w:hAnsi="Segoe UI Symbol" w:cs="Segoe UI Symbol"/>
          <w:iCs/>
        </w:rPr>
        <w:t>☐</w:t>
      </w:r>
      <w:r w:rsidR="00003860" w:rsidRPr="000272DC">
        <w:rPr>
          <w:rFonts w:ascii="Arial" w:hAnsi="Arial" w:cs="Arial"/>
          <w:iCs/>
        </w:rPr>
        <w:t xml:space="preserve"> rodzic/opiekun prawny ucznia/dziecka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…………………………………………………………………………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(imię i nazwisko rodzica/opiekuna prawnego)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działając w imieniu własnym / jako opiekun prawny ucznia</w:t>
      </w:r>
      <w:r w:rsidR="00003860" w:rsidRPr="000272DC">
        <w:rPr>
          <w:rFonts w:ascii="Arial" w:hAnsi="Arial" w:cs="Arial"/>
          <w:iCs/>
        </w:rPr>
        <w:t>/dziecka</w:t>
      </w:r>
      <w:r w:rsidRPr="000272DC">
        <w:rPr>
          <w:rFonts w:ascii="Arial" w:hAnsi="Arial" w:cs="Arial"/>
          <w:iCs/>
        </w:rPr>
        <w:t>: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…………………………………………………………………………</w:t>
      </w:r>
    </w:p>
    <w:p w:rsidR="00732622" w:rsidRPr="000272DC" w:rsidRDefault="00732622" w:rsidP="00732622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…………………………………………………………………………</w:t>
      </w:r>
    </w:p>
    <w:p w:rsidR="00732622" w:rsidRPr="000272DC" w:rsidRDefault="00732622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…………………………………………………………………………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(imię i nazwisko ucznia</w:t>
      </w:r>
      <w:r w:rsidR="00003860" w:rsidRPr="000272DC">
        <w:rPr>
          <w:rFonts w:ascii="Arial" w:hAnsi="Arial" w:cs="Arial"/>
          <w:iCs/>
        </w:rPr>
        <w:t>/dziecka</w:t>
      </w:r>
      <w:r w:rsidRPr="000272DC">
        <w:rPr>
          <w:rFonts w:ascii="Arial" w:hAnsi="Arial" w:cs="Arial"/>
          <w:iCs/>
        </w:rPr>
        <w:t>, klasa, szkoła</w:t>
      </w:r>
      <w:r w:rsidR="00003860" w:rsidRPr="000272DC">
        <w:rPr>
          <w:rFonts w:ascii="Arial" w:hAnsi="Arial" w:cs="Arial"/>
          <w:iCs/>
        </w:rPr>
        <w:t>/placówka</w:t>
      </w:r>
      <w:r w:rsidRPr="000272DC">
        <w:rPr>
          <w:rFonts w:ascii="Arial" w:hAnsi="Arial" w:cs="Arial"/>
          <w:iCs/>
        </w:rPr>
        <w:t>)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PESEL: …………………………………………</w:t>
      </w:r>
    </w:p>
    <w:p w:rsidR="00A61F99" w:rsidRPr="000272DC" w:rsidRDefault="00A61F99" w:rsidP="00003860">
      <w:pPr>
        <w:spacing w:after="0"/>
        <w:rPr>
          <w:rFonts w:ascii="Arial" w:hAnsi="Arial" w:cs="Arial"/>
          <w:iCs/>
        </w:rPr>
      </w:pPr>
    </w:p>
    <w:p w:rsidR="009063F6" w:rsidRDefault="00A61F99" w:rsidP="00003860">
      <w:pPr>
        <w:spacing w:after="0"/>
        <w:rPr>
          <w:rFonts w:ascii="Arial" w:hAnsi="Arial" w:cs="Arial"/>
          <w:iCs/>
        </w:rPr>
      </w:pPr>
      <w:r w:rsidRPr="000272DC">
        <w:rPr>
          <w:rFonts w:ascii="Arial" w:hAnsi="Arial" w:cs="Arial"/>
          <w:iCs/>
        </w:rPr>
        <w:t>oświadczam, że wyrażam zgodę na udział w działaniach integracyjnych</w:t>
      </w:r>
      <w:r w:rsidR="000272DC" w:rsidRPr="000272DC">
        <w:rPr>
          <w:rFonts w:ascii="Arial" w:hAnsi="Arial" w:cs="Arial"/>
          <w:iCs/>
        </w:rPr>
        <w:t xml:space="preserve">* </w:t>
      </w:r>
      <w:r w:rsidRPr="000272DC">
        <w:rPr>
          <w:rFonts w:ascii="Arial" w:hAnsi="Arial" w:cs="Arial"/>
          <w:iCs/>
        </w:rPr>
        <w:t xml:space="preserve"> realizowanych w ramach projektu </w:t>
      </w:r>
      <w:r w:rsidR="00003860" w:rsidRPr="000272DC">
        <w:rPr>
          <w:rFonts w:ascii="Arial" w:hAnsi="Arial" w:cs="Arial"/>
          <w:iCs/>
        </w:rPr>
        <w:t xml:space="preserve">pn. </w:t>
      </w:r>
      <w:r w:rsidR="00003860" w:rsidRPr="000272DC">
        <w:rPr>
          <w:rFonts w:ascii="Arial" w:hAnsi="Arial" w:cs="Arial"/>
          <w:color w:val="000000"/>
        </w:rPr>
        <w:t>„</w:t>
      </w:r>
      <w:r w:rsidR="00003860" w:rsidRPr="000272DC">
        <w:rPr>
          <w:rFonts w:ascii="Arial" w:hAnsi="Arial" w:cs="Arial"/>
        </w:rPr>
        <w:t>Sieć wsparcia migrantów w powiecie malborskim</w:t>
      </w:r>
      <w:r w:rsidR="00003860" w:rsidRPr="000272DC">
        <w:rPr>
          <w:rStyle w:val="mat-tooltip-trigger"/>
          <w:rFonts w:ascii="Arial" w:hAnsi="Arial" w:cs="Arial"/>
        </w:rPr>
        <w:t xml:space="preserve">“ </w:t>
      </w:r>
      <w:r w:rsidRPr="000272DC">
        <w:rPr>
          <w:rFonts w:ascii="Arial" w:hAnsi="Arial" w:cs="Arial"/>
          <w:iCs/>
        </w:rPr>
        <w:t>w ………………………………………</w:t>
      </w:r>
      <w:r w:rsidR="00BC0F4E" w:rsidRPr="000272DC">
        <w:rPr>
          <w:rFonts w:ascii="Arial" w:hAnsi="Arial" w:cs="Arial"/>
          <w:iCs/>
        </w:rPr>
        <w:t>………………</w:t>
      </w:r>
    </w:p>
    <w:p w:rsidR="00A61F99" w:rsidRPr="000272DC" w:rsidRDefault="009063F6" w:rsidP="00003860">
      <w:pPr>
        <w:spacing w:after="0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                                                      </w:t>
      </w:r>
      <w:r w:rsidR="00A61F99" w:rsidRPr="000272DC">
        <w:rPr>
          <w:rFonts w:ascii="Arial" w:hAnsi="Arial" w:cs="Arial"/>
          <w:iCs/>
        </w:rPr>
        <w:t xml:space="preserve"> (nazwa szkoły).</w:t>
      </w:r>
      <w:r w:rsidR="00003860" w:rsidRPr="000272DC">
        <w:rPr>
          <w:rFonts w:ascii="Arial" w:hAnsi="Arial" w:cs="Arial"/>
          <w:iCs/>
        </w:rPr>
        <w:t xml:space="preserve"> </w:t>
      </w:r>
    </w:p>
    <w:p w:rsidR="00732622" w:rsidRPr="000272DC" w:rsidRDefault="00732622" w:rsidP="00003860">
      <w:pPr>
        <w:spacing w:after="0"/>
        <w:rPr>
          <w:rFonts w:ascii="Arial" w:hAnsi="Arial" w:cs="Arial"/>
          <w:iCs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605"/>
        <w:gridCol w:w="4605"/>
      </w:tblGrid>
      <w:tr w:rsidR="00003860" w:rsidRPr="000272DC" w:rsidTr="00003860">
        <w:tc>
          <w:tcPr>
            <w:tcW w:w="4605" w:type="dxa"/>
          </w:tcPr>
          <w:p w:rsidR="00003860" w:rsidRPr="000272DC" w:rsidRDefault="00003860" w:rsidP="00003860">
            <w:pPr>
              <w:spacing w:after="0"/>
              <w:rPr>
                <w:rFonts w:ascii="Arial" w:hAnsi="Arial" w:cs="Arial"/>
                <w:iCs/>
              </w:rPr>
            </w:pPr>
            <w:r w:rsidRPr="000272DC">
              <w:rPr>
                <w:rFonts w:ascii="Segoe UI Symbol" w:eastAsia="MS Gothic" w:hAnsi="Segoe UI Symbol" w:cs="Segoe UI Symbol"/>
                <w:iCs/>
              </w:rPr>
              <w:t>☐</w:t>
            </w:r>
            <w:r w:rsidRPr="000272DC">
              <w:rPr>
                <w:rFonts w:ascii="Arial" w:hAnsi="Arial" w:cs="Arial"/>
                <w:iCs/>
              </w:rPr>
              <w:t xml:space="preserve"> uczeń</w:t>
            </w:r>
          </w:p>
          <w:p w:rsidR="000272DC" w:rsidRPr="000272DC" w:rsidRDefault="000272DC" w:rsidP="00003860">
            <w:pPr>
              <w:spacing w:after="0"/>
              <w:rPr>
                <w:rFonts w:ascii="Arial" w:hAnsi="Arial" w:cs="Arial"/>
                <w:iCs/>
              </w:rPr>
            </w:pPr>
          </w:p>
          <w:p w:rsidR="00003860" w:rsidRPr="000272DC" w:rsidRDefault="00003860" w:rsidP="00003860">
            <w:pPr>
              <w:spacing w:after="0"/>
              <w:rPr>
                <w:rFonts w:ascii="Arial" w:hAnsi="Arial" w:cs="Arial"/>
                <w:iCs/>
              </w:rPr>
            </w:pPr>
            <w:r w:rsidRPr="000272DC">
              <w:rPr>
                <w:rFonts w:ascii="Arial" w:hAnsi="Arial" w:cs="Arial"/>
                <w:iCs/>
              </w:rPr>
              <w:t>......................................................</w:t>
            </w:r>
          </w:p>
          <w:p w:rsidR="00003860" w:rsidRPr="000272DC" w:rsidRDefault="00003860" w:rsidP="00003860">
            <w:pPr>
              <w:spacing w:after="0"/>
              <w:rPr>
                <w:rFonts w:ascii="Arial" w:hAnsi="Arial" w:cs="Arial"/>
                <w:iCs/>
              </w:rPr>
            </w:pPr>
            <w:r w:rsidRPr="000272DC">
              <w:rPr>
                <w:rFonts w:ascii="Arial" w:hAnsi="Arial" w:cs="Arial"/>
                <w:iCs/>
              </w:rPr>
              <w:t>(data, podpis ucznia)</w:t>
            </w:r>
            <w:r w:rsidR="00B53A05">
              <w:rPr>
                <w:rFonts w:ascii="Arial" w:hAnsi="Arial" w:cs="Arial"/>
                <w:iCs/>
              </w:rPr>
              <w:t>*</w:t>
            </w:r>
          </w:p>
          <w:p w:rsidR="00003860" w:rsidRDefault="00003860" w:rsidP="00003860">
            <w:pPr>
              <w:spacing w:after="0"/>
              <w:rPr>
                <w:rFonts w:ascii="Arial" w:hAnsi="Arial" w:cs="Arial"/>
                <w:iCs/>
              </w:rPr>
            </w:pPr>
          </w:p>
          <w:p w:rsidR="00B53A05" w:rsidRPr="000272DC" w:rsidRDefault="00B53A05" w:rsidP="00003860">
            <w:pPr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* jeśli dotyczy</w:t>
            </w:r>
          </w:p>
        </w:tc>
        <w:tc>
          <w:tcPr>
            <w:tcW w:w="4605" w:type="dxa"/>
          </w:tcPr>
          <w:p w:rsidR="00003860" w:rsidRPr="000272DC" w:rsidRDefault="00003860" w:rsidP="00003860">
            <w:pPr>
              <w:spacing w:after="0"/>
              <w:rPr>
                <w:rFonts w:ascii="Arial" w:hAnsi="Arial" w:cs="Arial"/>
                <w:iCs/>
              </w:rPr>
            </w:pPr>
            <w:r w:rsidRPr="000272DC">
              <w:rPr>
                <w:rFonts w:ascii="Segoe UI Symbol" w:eastAsia="MS Gothic" w:hAnsi="Segoe UI Symbol" w:cs="Segoe UI Symbol"/>
                <w:iCs/>
              </w:rPr>
              <w:t>☐</w:t>
            </w:r>
            <w:r w:rsidRPr="000272DC">
              <w:rPr>
                <w:rFonts w:ascii="Arial" w:hAnsi="Arial" w:cs="Arial"/>
                <w:iCs/>
              </w:rPr>
              <w:t xml:space="preserve"> Rodzic/opiekun prawny ucznia/dziecka </w:t>
            </w:r>
          </w:p>
          <w:p w:rsidR="000272DC" w:rsidRPr="000272DC" w:rsidRDefault="000272DC" w:rsidP="00003860">
            <w:pPr>
              <w:spacing w:after="0"/>
              <w:rPr>
                <w:rFonts w:ascii="Arial" w:hAnsi="Arial" w:cs="Arial"/>
                <w:iCs/>
              </w:rPr>
            </w:pPr>
          </w:p>
          <w:p w:rsidR="00003860" w:rsidRPr="000272DC" w:rsidRDefault="00003860" w:rsidP="00003860">
            <w:pPr>
              <w:spacing w:after="0"/>
              <w:rPr>
                <w:rFonts w:ascii="Arial" w:hAnsi="Arial" w:cs="Arial"/>
                <w:iCs/>
              </w:rPr>
            </w:pPr>
            <w:r w:rsidRPr="000272DC">
              <w:rPr>
                <w:rFonts w:ascii="Arial" w:hAnsi="Arial" w:cs="Arial"/>
                <w:iCs/>
              </w:rPr>
              <w:t>......................................................</w:t>
            </w:r>
          </w:p>
          <w:p w:rsidR="00003860" w:rsidRPr="000272DC" w:rsidRDefault="00003860" w:rsidP="00003860">
            <w:pPr>
              <w:spacing w:after="0"/>
              <w:rPr>
                <w:rFonts w:ascii="Arial" w:hAnsi="Arial" w:cs="Arial"/>
                <w:iCs/>
              </w:rPr>
            </w:pPr>
            <w:r w:rsidRPr="000272DC">
              <w:rPr>
                <w:rFonts w:ascii="Arial" w:hAnsi="Arial" w:cs="Arial"/>
                <w:iCs/>
              </w:rPr>
              <w:t>(data, podpis rodzica/opiekuna prawnego)</w:t>
            </w:r>
          </w:p>
        </w:tc>
      </w:tr>
    </w:tbl>
    <w:p w:rsidR="00A61F99" w:rsidRDefault="00A61F99" w:rsidP="00003860">
      <w:pPr>
        <w:spacing w:after="0"/>
        <w:rPr>
          <w:rFonts w:ascii="Arial" w:hAnsi="Arial" w:cs="Arial"/>
          <w:iCs/>
          <w:sz w:val="22"/>
        </w:rPr>
      </w:pPr>
    </w:p>
    <w:p w:rsidR="00C95EF2" w:rsidRPr="00003860" w:rsidRDefault="00C95EF2" w:rsidP="00003860">
      <w:pPr>
        <w:spacing w:after="0"/>
        <w:rPr>
          <w:rFonts w:ascii="Arial" w:hAnsi="Arial" w:cs="Arial"/>
          <w:iCs/>
          <w:sz w:val="22"/>
        </w:rPr>
      </w:pPr>
    </w:p>
    <w:p w:rsidR="000272DC" w:rsidRPr="003C457E" w:rsidRDefault="00C95EF2" w:rsidP="00C95EF2">
      <w:pPr>
        <w:spacing w:after="0"/>
        <w:rPr>
          <w:rFonts w:ascii="Arial" w:hAnsi="Arial" w:cs="Arial"/>
          <w:iCs/>
          <w:sz w:val="20"/>
          <w:szCs w:val="20"/>
        </w:rPr>
      </w:pPr>
      <w:r w:rsidRPr="003C457E">
        <w:rPr>
          <w:rFonts w:ascii="Arial" w:hAnsi="Arial" w:cs="Arial"/>
          <w:iCs/>
          <w:sz w:val="20"/>
          <w:szCs w:val="20"/>
        </w:rPr>
        <w:t>*</w:t>
      </w:r>
      <w:r w:rsidR="000272DC" w:rsidRPr="003C457E">
        <w:rPr>
          <w:rFonts w:ascii="Arial" w:hAnsi="Arial" w:cs="Arial"/>
          <w:iCs/>
          <w:sz w:val="20"/>
          <w:szCs w:val="20"/>
        </w:rPr>
        <w:t xml:space="preserve">Wpisać właściwe działanie </w:t>
      </w:r>
      <w:r w:rsidRPr="003C457E">
        <w:rPr>
          <w:rFonts w:ascii="Arial" w:hAnsi="Arial" w:cs="Arial"/>
          <w:iCs/>
          <w:sz w:val="20"/>
          <w:szCs w:val="20"/>
        </w:rPr>
        <w:t>(np. działania integracyjne/ zajęcia dydaktyczno-wyrównawcze ect.)</w:t>
      </w:r>
    </w:p>
    <w:p w:rsidR="000272DC" w:rsidRPr="000272DC" w:rsidRDefault="000272DC" w:rsidP="000272DC">
      <w:pPr>
        <w:spacing w:after="0"/>
        <w:rPr>
          <w:rFonts w:ascii="Arial" w:hAnsi="Arial" w:cs="Arial"/>
          <w:iCs/>
          <w:sz w:val="20"/>
          <w:szCs w:val="20"/>
        </w:rPr>
      </w:pPr>
      <w:r w:rsidRPr="003C457E">
        <w:rPr>
          <w:rFonts w:ascii="Arial" w:hAnsi="Arial" w:cs="Arial"/>
          <w:iCs/>
          <w:sz w:val="20"/>
          <w:szCs w:val="20"/>
        </w:rPr>
        <w:t>Dodatkowo należy przedłożyć zał. 3 i 4 Regulaminu określającego zasady rekrutacji i realizacji wsparcia edukacyjnego oraz kulturowo - społecznego w projekcie.</w:t>
      </w:r>
      <w:r>
        <w:rPr>
          <w:rFonts w:ascii="Arial" w:hAnsi="Arial" w:cs="Arial"/>
          <w:iCs/>
          <w:sz w:val="20"/>
          <w:szCs w:val="20"/>
        </w:rPr>
        <w:t xml:space="preserve"> </w:t>
      </w:r>
    </w:p>
    <w:sectPr w:rsidR="000272DC" w:rsidRPr="000272DC" w:rsidSect="00003860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87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70FD" w:rsidRDefault="001670FD">
      <w:r>
        <w:separator/>
      </w:r>
    </w:p>
  </w:endnote>
  <w:endnote w:type="continuationSeparator" w:id="0">
    <w:p w:rsidR="001670FD" w:rsidRDefault="00167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0E3" w:rsidRDefault="00E930E3">
    <w:pPr>
      <w:pStyle w:val="Stopka"/>
    </w:pPr>
    <w:r w:rsidRPr="00E930E3">
      <w:rPr>
        <w:noProof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1052195</wp:posOffset>
          </wp:positionH>
          <wp:positionV relativeFrom="paragraph">
            <wp:posOffset>-105410</wp:posOffset>
          </wp:positionV>
          <wp:extent cx="3962400" cy="409575"/>
          <wp:effectExtent l="19050" t="0" r="0" b="0"/>
          <wp:wrapTight wrapText="bothSides">
            <wp:wrapPolygon edited="0">
              <wp:start x="-104" y="0"/>
              <wp:lineTo x="-104" y="21098"/>
              <wp:lineTo x="21600" y="21098"/>
              <wp:lineTo x="21600" y="0"/>
              <wp:lineTo x="-104" y="0"/>
            </wp:wrapPolygon>
          </wp:wrapTight>
          <wp:docPr id="4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00" w:rsidRPr="00B01F08" w:rsidRDefault="00E846BB" w:rsidP="00DD3832">
    <w:pPr>
      <w:pStyle w:val="Stopka"/>
      <w:tabs>
        <w:tab w:val="clear" w:pos="4536"/>
        <w:tab w:val="clear" w:pos="9072"/>
        <w:tab w:val="center" w:pos="1338"/>
      </w:tabs>
      <w:ind w:left="-1134"/>
    </w:pPr>
    <w:r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899795</wp:posOffset>
          </wp:positionH>
          <wp:positionV relativeFrom="paragraph">
            <wp:posOffset>-257810</wp:posOffset>
          </wp:positionV>
          <wp:extent cx="3962400" cy="409575"/>
          <wp:effectExtent l="19050" t="0" r="0" b="0"/>
          <wp:wrapTight wrapText="bothSides">
            <wp:wrapPolygon edited="0">
              <wp:start x="-104" y="0"/>
              <wp:lineTo x="-104" y="21098"/>
              <wp:lineTo x="21600" y="21098"/>
              <wp:lineTo x="21600" y="0"/>
              <wp:lineTo x="-104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7130">
      <w:rPr>
        <w:noProof/>
      </w:rPr>
      <w:pict>
        <v:line id="Łącznik prosty 6" o:spid="_x0000_s1025" style="position:absolute;left:0;text-align:left;z-index:251662336;visibility:visible;mso-wrap-distance-top:-3e-5mm;mso-wrap-distance-bottom:-3e-5mm;mso-position-horizontal-relative:text;mso-position-vertical-relative:text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" strokecolor="black [3213]" strokeweight=".25pt">
          <v:stroke joinstyle="miter"/>
          <o:lock v:ext="edit" shapetype="f"/>
        </v:line>
      </w:pict>
    </w:r>
    <w:r w:rsidR="00DD3832"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70FD" w:rsidRDefault="001670FD">
      <w:r>
        <w:separator/>
      </w:r>
    </w:p>
  </w:footnote>
  <w:footnote w:type="continuationSeparator" w:id="0">
    <w:p w:rsidR="001670FD" w:rsidRDefault="001670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C" w:rsidRDefault="002D304D" w:rsidP="00E930E3">
    <w:pPr>
      <w:pStyle w:val="Nagwek"/>
    </w:pPr>
    <w:r w:rsidRPr="002D304D">
      <w:rPr>
        <w:noProof/>
      </w:rPr>
      <w:drawing>
        <wp:inline distT="0" distB="0" distL="0" distR="0">
          <wp:extent cx="5759450" cy="669290"/>
          <wp:effectExtent l="19050" t="0" r="0" b="0"/>
          <wp:docPr id="8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30E3" w:rsidRDefault="00DF7130" w:rsidP="00E930E3">
    <w:pPr>
      <w:pStyle w:val="Nagwek"/>
    </w:pPr>
    <w:r>
      <w:rPr>
        <w:noProof/>
      </w:rPr>
      <w:pict>
        <v:line id="_x0000_s1028" style="position:absolute;z-index:251672576;visibility:visible;mso-wrap-distance-top:-3e-5mm;mso-wrap-distance-bottom:-3e-5mm;mso-width-relative:margin" from="-55.5pt,-1.05pt" to="509.4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" strokecolor="black [3213]" strokeweight=".25pt">
          <v:stroke joinstyle="miter"/>
          <o:lock v:ext="edit" shapetype="f"/>
        </v:line>
      </w:pict>
    </w:r>
    <w:r>
      <w:rPr>
        <w:noProof/>
      </w:rPr>
      <w:pict>
        <v:line id="_x0000_s1027" style="position:absolute;z-index:251673600;visibility:visible;mso-wrap-distance-top:-3e-5mm;mso-wrap-distance-bottom:-3e-5mm;mso-width-relative:margin" from="-28.5pt,731.85pt" to="536.45pt,7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" strokecolor="black [3213]" strokeweight=".25pt">
          <v:stroke joinstyle="miter"/>
          <o:lock v:ext="edit" shapetype="f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EA" w:rsidRDefault="00DF7130" w:rsidP="00E930E3">
    <w:pPr>
      <w:pStyle w:val="Nagwek"/>
    </w:pPr>
    <w:r>
      <w:rPr>
        <w:noProof/>
      </w:rPr>
      <w:pict>
        <v:line id="Łącznik prosty 5" o:spid="_x0000_s1026" style="position:absolute;z-index:251659264;visibility:visible;mso-wrap-distance-top:-3e-5mm;mso-wrap-distance-bottom:-3e-5mm" from="-58.9pt,54.4pt" to="512.6pt,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" strokecolor="black [3213]" strokeweight=".25pt">
          <v:stroke joinstyle="miter"/>
          <o:lock v:ext="edit" shapetype="f"/>
        </v:line>
      </w:pict>
    </w:r>
    <w:r w:rsidR="002D304D" w:rsidRPr="002D304D">
      <w:rPr>
        <w:noProof/>
      </w:rPr>
      <w:drawing>
        <wp:inline distT="0" distB="0" distL="0" distR="0">
          <wp:extent cx="5759450" cy="669290"/>
          <wp:effectExtent l="19050" t="0" r="0" b="0"/>
          <wp:docPr id="5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62140FE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155CB"/>
    <w:multiLevelType w:val="hybridMultilevel"/>
    <w:tmpl w:val="3CF01A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5069A"/>
    <w:multiLevelType w:val="hybridMultilevel"/>
    <w:tmpl w:val="6F5C88EE"/>
    <w:lvl w:ilvl="0" w:tplc="7D302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EC01BC"/>
    <w:multiLevelType w:val="hybridMultilevel"/>
    <w:tmpl w:val="7E7E19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73EAE"/>
    <w:multiLevelType w:val="hybridMultilevel"/>
    <w:tmpl w:val="141A6DD8"/>
    <w:lvl w:ilvl="0" w:tplc="7AE889E2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8B15AE"/>
    <w:multiLevelType w:val="multilevel"/>
    <w:tmpl w:val="7F7AF15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6">
    <w:nsid w:val="2D392AF4"/>
    <w:multiLevelType w:val="hybridMultilevel"/>
    <w:tmpl w:val="6EC0592C"/>
    <w:lvl w:ilvl="0" w:tplc="38E28A8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44867"/>
    <w:multiLevelType w:val="hybridMultilevel"/>
    <w:tmpl w:val="B83C757E"/>
    <w:lvl w:ilvl="0" w:tplc="D19A865E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694C60"/>
    <w:multiLevelType w:val="multilevel"/>
    <w:tmpl w:val="52AC1DC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>
    <w:nsid w:val="3BDD594B"/>
    <w:multiLevelType w:val="multilevel"/>
    <w:tmpl w:val="D69498B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">
    <w:nsid w:val="587703F5"/>
    <w:multiLevelType w:val="hybridMultilevel"/>
    <w:tmpl w:val="79EA9C4A"/>
    <w:lvl w:ilvl="0" w:tplc="735C30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76A07C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2">
    <w:nsid w:val="5E942CD4"/>
    <w:multiLevelType w:val="hybridMultilevel"/>
    <w:tmpl w:val="FC366BEA"/>
    <w:lvl w:ilvl="0" w:tplc="38E28A8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37077E"/>
    <w:multiLevelType w:val="multilevel"/>
    <w:tmpl w:val="890E78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4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660E0247"/>
    <w:multiLevelType w:val="hybridMultilevel"/>
    <w:tmpl w:val="3594EE18"/>
    <w:lvl w:ilvl="0" w:tplc="9D8EC8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6A19D2"/>
    <w:multiLevelType w:val="hybridMultilevel"/>
    <w:tmpl w:val="796A6A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A35C0A"/>
    <w:multiLevelType w:val="multilevel"/>
    <w:tmpl w:val="428E9EAC"/>
    <w:numStyleLink w:val="Lista1"/>
  </w:abstractNum>
  <w:num w:numId="1">
    <w:abstractNumId w:val="14"/>
  </w:num>
  <w:num w:numId="2">
    <w:abstractNumId w:val="17"/>
  </w:num>
  <w:num w:numId="3">
    <w:abstractNumId w:val="11"/>
  </w:num>
  <w:num w:numId="4">
    <w:abstractNumId w:val="8"/>
  </w:num>
  <w:num w:numId="5">
    <w:abstractNumId w:val="13"/>
  </w:num>
  <w:num w:numId="6">
    <w:abstractNumId w:val="4"/>
  </w:num>
  <w:num w:numId="7">
    <w:abstractNumId w:val="5"/>
  </w:num>
  <w:num w:numId="8">
    <w:abstractNumId w:val="9"/>
  </w:num>
  <w:num w:numId="9">
    <w:abstractNumId w:val="11"/>
  </w:num>
  <w:num w:numId="10">
    <w:abstractNumId w:val="1"/>
  </w:num>
  <w:num w:numId="11">
    <w:abstractNumId w:val="10"/>
  </w:num>
  <w:num w:numId="12">
    <w:abstractNumId w:val="7"/>
  </w:num>
  <w:num w:numId="13">
    <w:abstractNumId w:val="2"/>
  </w:num>
  <w:num w:numId="14">
    <w:abstractNumId w:val="15"/>
  </w:num>
  <w:num w:numId="15">
    <w:abstractNumId w:val="0"/>
  </w:num>
  <w:num w:numId="16">
    <w:abstractNumId w:val="16"/>
  </w:num>
  <w:num w:numId="17">
    <w:abstractNumId w:val="6"/>
  </w:num>
  <w:num w:numId="18">
    <w:abstractNumId w:val="3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21"/>
  <w:defaultTabStop w:val="708"/>
  <w:hyphenationZone w:val="425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BEEFC2DB-2919-4049-81D7-6204E7F8F5B0}"/>
  </w:docVars>
  <w:rsids>
    <w:rsidRoot w:val="001A02A1"/>
    <w:rsid w:val="00003860"/>
    <w:rsid w:val="000172BF"/>
    <w:rsid w:val="000174EA"/>
    <w:rsid w:val="000272DC"/>
    <w:rsid w:val="00033753"/>
    <w:rsid w:val="000364DF"/>
    <w:rsid w:val="00061F20"/>
    <w:rsid w:val="00062D76"/>
    <w:rsid w:val="00080D83"/>
    <w:rsid w:val="0008414A"/>
    <w:rsid w:val="00094E9D"/>
    <w:rsid w:val="000A3836"/>
    <w:rsid w:val="000D283E"/>
    <w:rsid w:val="000D40D7"/>
    <w:rsid w:val="000D7F4F"/>
    <w:rsid w:val="000E622B"/>
    <w:rsid w:val="001024D1"/>
    <w:rsid w:val="00103064"/>
    <w:rsid w:val="00103A2F"/>
    <w:rsid w:val="00120BC8"/>
    <w:rsid w:val="00124D4A"/>
    <w:rsid w:val="001304E7"/>
    <w:rsid w:val="00130B23"/>
    <w:rsid w:val="001520FF"/>
    <w:rsid w:val="001670FD"/>
    <w:rsid w:val="001700E2"/>
    <w:rsid w:val="00172BEC"/>
    <w:rsid w:val="001826B1"/>
    <w:rsid w:val="00183AAA"/>
    <w:rsid w:val="0018591C"/>
    <w:rsid w:val="0018599B"/>
    <w:rsid w:val="001943D5"/>
    <w:rsid w:val="001A02A1"/>
    <w:rsid w:val="001A081C"/>
    <w:rsid w:val="001A3D33"/>
    <w:rsid w:val="001B210F"/>
    <w:rsid w:val="001B5251"/>
    <w:rsid w:val="001C256D"/>
    <w:rsid w:val="001D059A"/>
    <w:rsid w:val="001E08F1"/>
    <w:rsid w:val="00202ABA"/>
    <w:rsid w:val="0021162E"/>
    <w:rsid w:val="00241C1F"/>
    <w:rsid w:val="002425AE"/>
    <w:rsid w:val="002529E4"/>
    <w:rsid w:val="002C6347"/>
    <w:rsid w:val="002D1160"/>
    <w:rsid w:val="002D304D"/>
    <w:rsid w:val="002D50A3"/>
    <w:rsid w:val="002D7C0D"/>
    <w:rsid w:val="002E188C"/>
    <w:rsid w:val="00315901"/>
    <w:rsid w:val="00320AAC"/>
    <w:rsid w:val="00325198"/>
    <w:rsid w:val="003526F5"/>
    <w:rsid w:val="0035482A"/>
    <w:rsid w:val="00357405"/>
    <w:rsid w:val="003619F2"/>
    <w:rsid w:val="003648FB"/>
    <w:rsid w:val="00365820"/>
    <w:rsid w:val="003924B2"/>
    <w:rsid w:val="0039693E"/>
    <w:rsid w:val="003B5837"/>
    <w:rsid w:val="003C457E"/>
    <w:rsid w:val="003C554F"/>
    <w:rsid w:val="003D557F"/>
    <w:rsid w:val="0040149C"/>
    <w:rsid w:val="00404782"/>
    <w:rsid w:val="00410D1A"/>
    <w:rsid w:val="00414478"/>
    <w:rsid w:val="00420B8A"/>
    <w:rsid w:val="004430F4"/>
    <w:rsid w:val="00464281"/>
    <w:rsid w:val="004737E3"/>
    <w:rsid w:val="0048498A"/>
    <w:rsid w:val="00485851"/>
    <w:rsid w:val="004919BF"/>
    <w:rsid w:val="00492BD3"/>
    <w:rsid w:val="004B38AD"/>
    <w:rsid w:val="004B70BD"/>
    <w:rsid w:val="004C303B"/>
    <w:rsid w:val="004D056F"/>
    <w:rsid w:val="0052111D"/>
    <w:rsid w:val="00524568"/>
    <w:rsid w:val="005266B7"/>
    <w:rsid w:val="00540A0D"/>
    <w:rsid w:val="00550C4C"/>
    <w:rsid w:val="00556CB7"/>
    <w:rsid w:val="005760A9"/>
    <w:rsid w:val="00594464"/>
    <w:rsid w:val="005B2114"/>
    <w:rsid w:val="005C271D"/>
    <w:rsid w:val="005F5A18"/>
    <w:rsid w:val="0060576F"/>
    <w:rsid w:val="0061767F"/>
    <w:rsid w:val="00622781"/>
    <w:rsid w:val="00623926"/>
    <w:rsid w:val="00640BFF"/>
    <w:rsid w:val="0066032A"/>
    <w:rsid w:val="00665A91"/>
    <w:rsid w:val="0069621B"/>
    <w:rsid w:val="006972EF"/>
    <w:rsid w:val="006A0CD1"/>
    <w:rsid w:val="006A5A12"/>
    <w:rsid w:val="006B4267"/>
    <w:rsid w:val="006C4BF6"/>
    <w:rsid w:val="006E1CBA"/>
    <w:rsid w:val="006E359B"/>
    <w:rsid w:val="006F0C63"/>
    <w:rsid w:val="006F209E"/>
    <w:rsid w:val="006F4A0D"/>
    <w:rsid w:val="00710946"/>
    <w:rsid w:val="007114B4"/>
    <w:rsid w:val="007163A8"/>
    <w:rsid w:val="007165E7"/>
    <w:rsid w:val="00727F94"/>
    <w:rsid w:val="00732622"/>
    <w:rsid w:val="007337EB"/>
    <w:rsid w:val="00743EA4"/>
    <w:rsid w:val="00745D18"/>
    <w:rsid w:val="00751C11"/>
    <w:rsid w:val="00776530"/>
    <w:rsid w:val="00791E8E"/>
    <w:rsid w:val="007A0109"/>
    <w:rsid w:val="007B2500"/>
    <w:rsid w:val="007B26CB"/>
    <w:rsid w:val="007B5688"/>
    <w:rsid w:val="007B6A89"/>
    <w:rsid w:val="007D61D6"/>
    <w:rsid w:val="007E1B19"/>
    <w:rsid w:val="007F3623"/>
    <w:rsid w:val="008145EC"/>
    <w:rsid w:val="00821BD2"/>
    <w:rsid w:val="00827311"/>
    <w:rsid w:val="00834BB4"/>
    <w:rsid w:val="00835187"/>
    <w:rsid w:val="0083582C"/>
    <w:rsid w:val="008512A7"/>
    <w:rsid w:val="00872381"/>
    <w:rsid w:val="00873501"/>
    <w:rsid w:val="00876326"/>
    <w:rsid w:val="008945D9"/>
    <w:rsid w:val="008A58AF"/>
    <w:rsid w:val="008C3248"/>
    <w:rsid w:val="008C52E2"/>
    <w:rsid w:val="009063F6"/>
    <w:rsid w:val="00921417"/>
    <w:rsid w:val="00933F6C"/>
    <w:rsid w:val="00936451"/>
    <w:rsid w:val="00937C79"/>
    <w:rsid w:val="009706FB"/>
    <w:rsid w:val="009726FB"/>
    <w:rsid w:val="009838B3"/>
    <w:rsid w:val="00986527"/>
    <w:rsid w:val="0098780C"/>
    <w:rsid w:val="00992830"/>
    <w:rsid w:val="009A320C"/>
    <w:rsid w:val="009A4ACC"/>
    <w:rsid w:val="009D4F68"/>
    <w:rsid w:val="009D71C1"/>
    <w:rsid w:val="009D7CAD"/>
    <w:rsid w:val="009F2CF0"/>
    <w:rsid w:val="00A0160D"/>
    <w:rsid w:val="00A04690"/>
    <w:rsid w:val="00A10BC2"/>
    <w:rsid w:val="00A22672"/>
    <w:rsid w:val="00A2686F"/>
    <w:rsid w:val="00A35115"/>
    <w:rsid w:val="00A40DD3"/>
    <w:rsid w:val="00A5332B"/>
    <w:rsid w:val="00A61F99"/>
    <w:rsid w:val="00A821C9"/>
    <w:rsid w:val="00A830EB"/>
    <w:rsid w:val="00A8311B"/>
    <w:rsid w:val="00A8394C"/>
    <w:rsid w:val="00A95202"/>
    <w:rsid w:val="00AD1EFE"/>
    <w:rsid w:val="00AD37C3"/>
    <w:rsid w:val="00AD51FC"/>
    <w:rsid w:val="00AD7E56"/>
    <w:rsid w:val="00AE737F"/>
    <w:rsid w:val="00AF1749"/>
    <w:rsid w:val="00AF7E17"/>
    <w:rsid w:val="00B0022D"/>
    <w:rsid w:val="00B01F08"/>
    <w:rsid w:val="00B165BE"/>
    <w:rsid w:val="00B16E8F"/>
    <w:rsid w:val="00B2442F"/>
    <w:rsid w:val="00B2476E"/>
    <w:rsid w:val="00B30401"/>
    <w:rsid w:val="00B40DCF"/>
    <w:rsid w:val="00B4386B"/>
    <w:rsid w:val="00B53A05"/>
    <w:rsid w:val="00B6637D"/>
    <w:rsid w:val="00B82FF8"/>
    <w:rsid w:val="00BB009E"/>
    <w:rsid w:val="00BB0876"/>
    <w:rsid w:val="00BB76D0"/>
    <w:rsid w:val="00BC0F4E"/>
    <w:rsid w:val="00BC14E6"/>
    <w:rsid w:val="00BC363C"/>
    <w:rsid w:val="00BF61E6"/>
    <w:rsid w:val="00C04358"/>
    <w:rsid w:val="00C17ADF"/>
    <w:rsid w:val="00C268A0"/>
    <w:rsid w:val="00C377A0"/>
    <w:rsid w:val="00C57BB1"/>
    <w:rsid w:val="00C62C24"/>
    <w:rsid w:val="00C62EC6"/>
    <w:rsid w:val="00C63319"/>
    <w:rsid w:val="00C635B6"/>
    <w:rsid w:val="00C709C3"/>
    <w:rsid w:val="00C95EF2"/>
    <w:rsid w:val="00CA5CBD"/>
    <w:rsid w:val="00CB4641"/>
    <w:rsid w:val="00CC24AC"/>
    <w:rsid w:val="00CE005B"/>
    <w:rsid w:val="00D0361A"/>
    <w:rsid w:val="00D1150B"/>
    <w:rsid w:val="00D30ADD"/>
    <w:rsid w:val="00D345D3"/>
    <w:rsid w:val="00D43A0D"/>
    <w:rsid w:val="00D46867"/>
    <w:rsid w:val="00D526F3"/>
    <w:rsid w:val="00D57724"/>
    <w:rsid w:val="00D674BA"/>
    <w:rsid w:val="00DA2034"/>
    <w:rsid w:val="00DC733E"/>
    <w:rsid w:val="00DD3832"/>
    <w:rsid w:val="00DE5229"/>
    <w:rsid w:val="00DF57BE"/>
    <w:rsid w:val="00DF7130"/>
    <w:rsid w:val="00E01A77"/>
    <w:rsid w:val="00E06500"/>
    <w:rsid w:val="00E072F9"/>
    <w:rsid w:val="00E07D1A"/>
    <w:rsid w:val="00E13ABE"/>
    <w:rsid w:val="00E162EF"/>
    <w:rsid w:val="00E45B33"/>
    <w:rsid w:val="00E539C6"/>
    <w:rsid w:val="00E57060"/>
    <w:rsid w:val="00E60F4E"/>
    <w:rsid w:val="00E64D96"/>
    <w:rsid w:val="00E81ADD"/>
    <w:rsid w:val="00E846BB"/>
    <w:rsid w:val="00E87616"/>
    <w:rsid w:val="00E92611"/>
    <w:rsid w:val="00E930E3"/>
    <w:rsid w:val="00EA3CD7"/>
    <w:rsid w:val="00EA5C16"/>
    <w:rsid w:val="00EB756E"/>
    <w:rsid w:val="00ED4F0C"/>
    <w:rsid w:val="00EE526B"/>
    <w:rsid w:val="00EF000D"/>
    <w:rsid w:val="00F02994"/>
    <w:rsid w:val="00F1069A"/>
    <w:rsid w:val="00F41C4E"/>
    <w:rsid w:val="00F46E69"/>
    <w:rsid w:val="00F5032F"/>
    <w:rsid w:val="00F545A3"/>
    <w:rsid w:val="00F54D93"/>
    <w:rsid w:val="00F83EE2"/>
    <w:rsid w:val="00FA7EB4"/>
    <w:rsid w:val="00FB1502"/>
    <w:rsid w:val="00FB5706"/>
    <w:rsid w:val="00FB7887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86527"/>
    <w:pPr>
      <w:spacing w:after="120" w:line="276" w:lineRule="auto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6527"/>
    <w:pPr>
      <w:keepNext/>
      <w:keepLines/>
      <w:spacing w:before="480" w:after="720"/>
      <w:jc w:val="center"/>
      <w:outlineLvl w:val="0"/>
    </w:pPr>
    <w:rPr>
      <w:rFonts w:eastAsiaTheme="majorEastAsia" w:cstheme="majorBidi"/>
      <w:b/>
      <w:sz w:val="32"/>
      <w:szCs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DD3832"/>
    <w:pPr>
      <w:keepNext/>
      <w:keepLines/>
      <w:numPr>
        <w:numId w:val="11"/>
      </w:numPr>
      <w:spacing w:before="40" w:after="240"/>
      <w:ind w:left="714" w:hanging="357"/>
      <w:outlineLvl w:val="1"/>
    </w:pPr>
    <w:rPr>
      <w:rFonts w:asciiTheme="minorHAnsi" w:eastAsiaTheme="majorEastAsia" w:hAnsiTheme="minorHAnsi" w:cstheme="minorHAns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rsid w:val="00202AB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rsid w:val="00202ABA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rsid w:val="00202ABA"/>
    <w:rPr>
      <w:vertAlign w:val="superscript"/>
    </w:rPr>
  </w:style>
  <w:style w:type="paragraph" w:customStyle="1" w:styleId="CMSHeadL7">
    <w:name w:val="CMS Head L7"/>
    <w:basedOn w:val="Normalny"/>
    <w:rsid w:val="001024D1"/>
    <w:pPr>
      <w:numPr>
        <w:ilvl w:val="6"/>
        <w:numId w:val="3"/>
      </w:numPr>
      <w:spacing w:after="240" w:line="240" w:lineRule="auto"/>
      <w:outlineLvl w:val="6"/>
    </w:pPr>
    <w:rPr>
      <w:rFonts w:ascii="Times New Roman" w:hAnsi="Times New Roman"/>
      <w:sz w:val="22"/>
      <w:lang w:val="en-GB" w:eastAsia="en-US"/>
    </w:rPr>
  </w:style>
  <w:style w:type="paragraph" w:styleId="Poprawka">
    <w:name w:val="Revision"/>
    <w:hidden/>
    <w:uiPriority w:val="99"/>
    <w:semiHidden/>
    <w:rsid w:val="007163A8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4386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38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4386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43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4386B"/>
    <w:rPr>
      <w:rFonts w:ascii="Arial" w:hAnsi="Arial"/>
      <w:b/>
      <w:bCs/>
    </w:rPr>
  </w:style>
  <w:style w:type="table" w:customStyle="1" w:styleId="Zwykatabela41">
    <w:name w:val="Zwykła tabela 41"/>
    <w:basedOn w:val="Standardowy"/>
    <w:uiPriority w:val="44"/>
    <w:rsid w:val="00550C4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rsid w:val="00986527"/>
    <w:rPr>
      <w:rFonts w:ascii="Calibri" w:eastAsiaTheme="majorEastAsia" w:hAnsi="Calibri" w:cstheme="majorBidi"/>
      <w:b/>
      <w:sz w:val="32"/>
      <w:szCs w:val="36"/>
    </w:rPr>
  </w:style>
  <w:style w:type="character" w:customStyle="1" w:styleId="Nagwek2Znak">
    <w:name w:val="Nagłówek 2 Znak"/>
    <w:basedOn w:val="Domylnaczcionkaakapitu"/>
    <w:link w:val="Nagwek2"/>
    <w:rsid w:val="00DD3832"/>
    <w:rPr>
      <w:rFonts w:asciiTheme="minorHAnsi" w:eastAsiaTheme="majorEastAsia" w:hAnsiTheme="minorHAnsi" w:cstheme="minorHAnsi"/>
      <w:b/>
      <w:color w:val="000000" w:themeColor="text1"/>
      <w:sz w:val="28"/>
      <w:szCs w:val="26"/>
    </w:rPr>
  </w:style>
  <w:style w:type="character" w:customStyle="1" w:styleId="mat-tooltip-trigger">
    <w:name w:val="mat-tooltip-trigger"/>
    <w:basedOn w:val="Domylnaczcionkaakapitu"/>
    <w:rsid w:val="000E622B"/>
  </w:style>
  <w:style w:type="character" w:customStyle="1" w:styleId="readonly-form-field-value">
    <w:name w:val="readonly-form-field-value"/>
    <w:basedOn w:val="Domylnaczcionkaakapitu"/>
    <w:rsid w:val="000E622B"/>
  </w:style>
  <w:style w:type="table" w:styleId="Tabela-Siatka">
    <w:name w:val="Table Grid"/>
    <w:basedOn w:val="Standardowy"/>
    <w:rsid w:val="00003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5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EFC2DB-2919-4049-81D7-6204E7F8F5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69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laubag7934</cp:lastModifiedBy>
  <cp:revision>21</cp:revision>
  <cp:lastPrinted>2025-02-05T11:17:00Z</cp:lastPrinted>
  <dcterms:created xsi:type="dcterms:W3CDTF">2025-01-30T07:14:00Z</dcterms:created>
  <dcterms:modified xsi:type="dcterms:W3CDTF">2025-09-15T11:21:00Z</dcterms:modified>
</cp:coreProperties>
</file>